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6D0E6C1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E10393" w:rsidRPr="00E1039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10393" w:rsidRPr="00E10393">
        <w:rPr>
          <w:b/>
        </w:rPr>
        <w:t>25-g006-25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4F313048" w14:textId="77777777" w:rsidR="00BE545D" w:rsidRPr="00BE545D" w:rsidRDefault="00BE545D" w:rsidP="00BE545D">
      <w:pPr>
        <w:rPr>
          <w:lang w:val="en-GB"/>
        </w:rPr>
      </w:pPr>
      <w:r w:rsidRPr="00BE545D">
        <w:rPr>
          <w:lang w:val="en-GB"/>
        </w:rPr>
        <w:t>Android Tablets are the recommended data collection tool for collecting individual and household</w:t>
      </w:r>
    </w:p>
    <w:p w14:paraId="2D161CB0" w14:textId="601C3E10" w:rsidR="00BE545D" w:rsidRPr="00BE545D" w:rsidRDefault="00BE545D" w:rsidP="00BE545D">
      <w:pPr>
        <w:rPr>
          <w:lang w:val="en-GB"/>
        </w:rPr>
      </w:pPr>
      <w:r w:rsidRPr="00BE545D">
        <w:rPr>
          <w:lang w:val="en-GB"/>
        </w:rPr>
        <w:t>information during the 202</w:t>
      </w:r>
      <w:r>
        <w:rPr>
          <w:lang w:val="en-GB"/>
        </w:rPr>
        <w:t>5</w:t>
      </w:r>
      <w:r w:rsidRPr="00BE545D">
        <w:rPr>
          <w:lang w:val="en-GB"/>
        </w:rPr>
        <w:t xml:space="preserve"> Population and Housing Census. Below </w:t>
      </w:r>
      <w:proofErr w:type="gramStart"/>
      <w:r w:rsidRPr="00BE545D">
        <w:rPr>
          <w:lang w:val="en-GB"/>
        </w:rPr>
        <w:t>are</w:t>
      </w:r>
      <w:proofErr w:type="gramEnd"/>
      <w:r w:rsidRPr="00BE545D">
        <w:rPr>
          <w:lang w:val="en-GB"/>
        </w:rPr>
        <w:t xml:space="preserve"> the list of preferred</w:t>
      </w:r>
    </w:p>
    <w:p w14:paraId="2A30AD8D" w14:textId="4457604F" w:rsidR="00BE545D" w:rsidRPr="00BE545D" w:rsidRDefault="00BE545D" w:rsidP="00BE545D">
      <w:pPr>
        <w:rPr>
          <w:lang w:val="en-GB"/>
        </w:rPr>
      </w:pPr>
      <w:r w:rsidRPr="00BE545D">
        <w:rPr>
          <w:lang w:val="en-GB"/>
        </w:rPr>
        <w:t>specifications: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1786"/>
        <w:gridCol w:w="1924"/>
        <w:gridCol w:w="5893"/>
      </w:tblGrid>
      <w:tr w:rsidR="00BE545D" w:rsidRPr="00BE545D" w14:paraId="5C7537CA" w14:textId="77777777" w:rsidTr="00BE545D">
        <w:trPr>
          <w:trHeight w:val="290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10DB31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B5B43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SPEC_ITEM_LOCAL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CEFAB7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Value</w:t>
            </w:r>
          </w:p>
        </w:tc>
      </w:tr>
      <w:tr w:rsidR="00BE545D" w:rsidRPr="00BE545D" w14:paraId="7BD77E9E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1D26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Processor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E957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CPU Speed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5A5C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2.2GHz, 1.8GHz</w:t>
            </w:r>
          </w:p>
        </w:tc>
      </w:tr>
      <w:tr w:rsidR="00BE545D" w:rsidRPr="00BE545D" w14:paraId="2CB1FD2D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175B4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2912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CPU Type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779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Octa-Core</w:t>
            </w:r>
          </w:p>
        </w:tc>
      </w:tr>
      <w:tr w:rsidR="00BE545D" w:rsidRPr="00BE545D" w14:paraId="1373293F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8409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Display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1B3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Size (Main Display)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236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11.0" (278.2mm)</w:t>
            </w:r>
          </w:p>
        </w:tc>
      </w:tr>
      <w:tr w:rsidR="00BE545D" w:rsidRPr="00BE545D" w14:paraId="493E416C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20EE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BCE4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Resolution (Main Display)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2BC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1920 x 1200 (WUXGA)</w:t>
            </w:r>
          </w:p>
        </w:tc>
      </w:tr>
      <w:tr w:rsidR="00BE545D" w:rsidRPr="00BE545D" w14:paraId="5506A158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09FE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432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Technology (Main Display)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0DC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TFT</w:t>
            </w:r>
          </w:p>
        </w:tc>
      </w:tr>
      <w:tr w:rsidR="00BE545D" w:rsidRPr="00BE545D" w14:paraId="42984645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88CF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3A4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Colour Depth (Main Display)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2370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16M</w:t>
            </w:r>
          </w:p>
        </w:tc>
      </w:tr>
      <w:tr w:rsidR="00BE545D" w:rsidRPr="00BE545D" w14:paraId="3FA28115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2F3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Camera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34F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Rear Camera - Resolution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EF1F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8.0 MP</w:t>
            </w:r>
          </w:p>
        </w:tc>
      </w:tr>
      <w:tr w:rsidR="00BE545D" w:rsidRPr="00BE545D" w14:paraId="65A9E8C3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ED02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4E7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Rear Camera - Auto Focus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690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Yes</w:t>
            </w:r>
          </w:p>
        </w:tc>
      </w:tr>
      <w:tr w:rsidR="00BE545D" w:rsidRPr="00BE545D" w14:paraId="61B75B3A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37C0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BD5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Front Camera - Resolution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46D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5.0 MP</w:t>
            </w:r>
          </w:p>
        </w:tc>
      </w:tr>
      <w:tr w:rsidR="00BE545D" w:rsidRPr="00BE545D" w14:paraId="3301E676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3B7F4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FD7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Rear Camera - Flash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47F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</w:t>
            </w:r>
          </w:p>
        </w:tc>
      </w:tr>
      <w:tr w:rsidR="00BE545D" w:rsidRPr="00BE545D" w14:paraId="5DBB728E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30FE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5B3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Video Recording Resolution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5E04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FHD (1920 x </w:t>
            </w:r>
            <w:proofErr w:type="gramStart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1080)@</w:t>
            </w:r>
            <w:proofErr w:type="gramEnd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30fps</w:t>
            </w:r>
          </w:p>
        </w:tc>
      </w:tr>
      <w:tr w:rsidR="00BE545D" w:rsidRPr="00BE545D" w14:paraId="1536B029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86C7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Storage/Memory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6E4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Memory_(GB)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D93B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8</w:t>
            </w:r>
          </w:p>
        </w:tc>
      </w:tr>
      <w:tr w:rsidR="00BE545D" w:rsidRPr="00BE545D" w14:paraId="5D72BF43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0D4F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A07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Storage (GB)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803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128</w:t>
            </w:r>
          </w:p>
        </w:tc>
      </w:tr>
      <w:tr w:rsidR="00BE545D" w:rsidRPr="00BE545D" w14:paraId="48BBEF2B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0470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C1A4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Available Storage (GB)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923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103.8</w:t>
            </w:r>
          </w:p>
        </w:tc>
      </w:tr>
      <w:tr w:rsidR="00BE545D" w:rsidRPr="00BE545D" w14:paraId="061193A7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31E62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86A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External Storage Support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2BB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MicroSD (Up to 1TB)</w:t>
            </w:r>
          </w:p>
        </w:tc>
      </w:tr>
      <w:tr w:rsidR="00BE545D" w:rsidRPr="00BE545D" w14:paraId="12A26463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196C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Connectivity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476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USB Version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494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USB 2.0</w:t>
            </w:r>
          </w:p>
        </w:tc>
      </w:tr>
      <w:tr w:rsidR="00BE545D" w:rsidRPr="00BE545D" w14:paraId="13CAB783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1E3A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9EF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Location Technology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2C9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GPS, </w:t>
            </w:r>
            <w:proofErr w:type="spellStart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Glonass</w:t>
            </w:r>
            <w:proofErr w:type="spellEnd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, </w:t>
            </w:r>
            <w:proofErr w:type="spellStart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Beidou</w:t>
            </w:r>
            <w:proofErr w:type="spellEnd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, Galileo, QZSS</w:t>
            </w:r>
          </w:p>
        </w:tc>
      </w:tr>
      <w:tr w:rsidR="00BE545D" w:rsidRPr="00BE545D" w14:paraId="03188A47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ECC7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F40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proofErr w:type="spellStart"/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Earjack</w:t>
            </w:r>
            <w:proofErr w:type="spellEnd"/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9C7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3.5mm Stereo</w:t>
            </w:r>
          </w:p>
        </w:tc>
      </w:tr>
      <w:tr w:rsidR="00BE545D" w:rsidRPr="00BE545D" w14:paraId="625F613B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D81BC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EF20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MHL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89B2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</w:t>
            </w:r>
          </w:p>
        </w:tc>
      </w:tr>
      <w:tr w:rsidR="00BE545D" w:rsidRPr="00BE545D" w14:paraId="15A2319D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2001C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E65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Wi-Fi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C1D1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802.11 a/b/g/n/ac 2.4G+5GHz, VHT80</w:t>
            </w:r>
          </w:p>
        </w:tc>
      </w:tr>
      <w:tr w:rsidR="00BE545D" w:rsidRPr="00BE545D" w14:paraId="6F749DB1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620D7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928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Wi-Fi Direct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F8C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Yes</w:t>
            </w:r>
          </w:p>
        </w:tc>
      </w:tr>
      <w:tr w:rsidR="00BE545D" w:rsidRPr="00BE545D" w14:paraId="04C8F20E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2805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73B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Bluetooth Version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C81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Bluetooth v5.1</w:t>
            </w:r>
          </w:p>
        </w:tc>
      </w:tr>
      <w:tr w:rsidR="00BE545D" w:rsidRPr="00BE545D" w14:paraId="02B50FAE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ABDA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97B3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NFC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7F8C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</w:t>
            </w:r>
          </w:p>
        </w:tc>
      </w:tr>
      <w:tr w:rsidR="00BE545D" w:rsidRPr="00BE545D" w14:paraId="0A1B3B37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73650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8C6F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Bluetooth Profiles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41FB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A2DP, AVRCP, DI, HID, HOGP, OPP, PAN</w:t>
            </w:r>
          </w:p>
        </w:tc>
      </w:tr>
      <w:tr w:rsidR="00BE545D" w:rsidRPr="00BE545D" w14:paraId="6A6EAFFC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B585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C82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PC Sync.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FD8C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Smart Switch (PC version)</w:t>
            </w:r>
          </w:p>
        </w:tc>
      </w:tr>
      <w:tr w:rsidR="00BE545D" w:rsidRPr="00BE545D" w14:paraId="2DF63E4F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455E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General Information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F36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Colour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72F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Graphite</w:t>
            </w:r>
          </w:p>
        </w:tc>
      </w:tr>
      <w:tr w:rsidR="00BE545D" w:rsidRPr="00BE545D" w14:paraId="0391D500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133D7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A27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Form Factor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5D2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Tablet</w:t>
            </w:r>
          </w:p>
        </w:tc>
      </w:tr>
      <w:tr w:rsidR="00BE545D" w:rsidRPr="00BE545D" w14:paraId="3C69EB7F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1215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Physical specification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6222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Dimension (</w:t>
            </w:r>
            <w:proofErr w:type="spellStart"/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HxWxD</w:t>
            </w:r>
            <w:proofErr w:type="spellEnd"/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, mm)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762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168.7 x 257.1 x 6.9</w:t>
            </w:r>
          </w:p>
        </w:tc>
      </w:tr>
      <w:tr w:rsidR="00BE545D" w:rsidRPr="00BE545D" w14:paraId="39D6E3E0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C307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24F2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Weight (g)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233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480</w:t>
            </w:r>
          </w:p>
        </w:tc>
      </w:tr>
      <w:tr w:rsidR="00BE545D" w:rsidRPr="00BE545D" w14:paraId="67CB561A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DBA0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Battery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407F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Battery Capacity (</w:t>
            </w:r>
            <w:proofErr w:type="spellStart"/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mAh</w:t>
            </w:r>
            <w:proofErr w:type="spellEnd"/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, Typical)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2AE5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7040</w:t>
            </w:r>
          </w:p>
        </w:tc>
      </w:tr>
      <w:tr w:rsidR="00BE545D" w:rsidRPr="00BE545D" w14:paraId="2F07FB30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3052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7D9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Removable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BEC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</w:t>
            </w:r>
          </w:p>
        </w:tc>
      </w:tr>
      <w:tr w:rsidR="00BE545D" w:rsidRPr="00BE545D" w14:paraId="621CAB3A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35EE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Audio and Video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CEF8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Video Playing Format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BBF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MP4, M4V, 3GP, 3G2, AVI, FLV, MKV, WEBM</w:t>
            </w:r>
          </w:p>
        </w:tc>
      </w:tr>
      <w:tr w:rsidR="00BE545D" w:rsidRPr="00BE545D" w14:paraId="4E6BAB40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1B3BB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B05F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Video Playing Resolution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297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FHD (1920 x </w:t>
            </w:r>
            <w:proofErr w:type="gramStart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1080)@</w:t>
            </w:r>
            <w:proofErr w:type="gramEnd"/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60fps</w:t>
            </w:r>
          </w:p>
        </w:tc>
      </w:tr>
      <w:tr w:rsidR="00BE545D" w:rsidRPr="00BE545D" w14:paraId="3B29106C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5A65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4D9D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Audio Playing Format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8377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MP3, M4A, 3GA, AAC, OGG, OGA, WAV, AMR, AWB, FLAC, MID, MIDI, XMF, MXMF, IMY, RTTTL, RTX, OTA</w:t>
            </w:r>
          </w:p>
        </w:tc>
      </w:tr>
      <w:tr w:rsidR="00BE545D" w:rsidRPr="00BE545D" w14:paraId="799D6530" w14:textId="77777777" w:rsidTr="00BE545D">
        <w:trPr>
          <w:trHeight w:val="290"/>
        </w:trPr>
        <w:tc>
          <w:tcPr>
            <w:tcW w:w="15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CECF" w14:textId="77777777" w:rsidR="00BE545D" w:rsidRPr="00BE545D" w:rsidRDefault="00BE545D" w:rsidP="00BE545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Services and Applications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B14A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Gear Support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58C6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Galaxy Buds2 Pro, Galaxy Buds Pro, Galaxy Buds Live, Galaxy Buds+, Galaxy Buds2, Galaxy Buds</w:t>
            </w:r>
          </w:p>
        </w:tc>
      </w:tr>
      <w:tr w:rsidR="00BE545D" w:rsidRPr="00BE545D" w14:paraId="391B226E" w14:textId="77777777" w:rsidTr="00BE545D">
        <w:trPr>
          <w:trHeight w:val="290"/>
        </w:trPr>
        <w:tc>
          <w:tcPr>
            <w:tcW w:w="1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FEAA9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118F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KI" w:eastAsia="en-KI"/>
              </w:rPr>
              <w:t>Mobile TV</w:t>
            </w:r>
          </w:p>
        </w:tc>
        <w:tc>
          <w:tcPr>
            <w:tcW w:w="5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95AE" w14:textId="77777777" w:rsidR="00BE545D" w:rsidRPr="00BE545D" w:rsidRDefault="00BE545D" w:rsidP="00BE545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BE545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</w:t>
            </w:r>
          </w:p>
        </w:tc>
      </w:tr>
    </w:tbl>
    <w:p w14:paraId="65A62D34" w14:textId="39324EC2" w:rsidR="00C44890" w:rsidRDefault="00BE545D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>
        <w:rPr>
          <w:rFonts w:cs="Calibri"/>
          <w:lang w:val="en-GB"/>
        </w:rPr>
        <w:t>I</w:t>
      </w:r>
      <w:r w:rsidR="00C44890" w:rsidRPr="00492684">
        <w:rPr>
          <w:rFonts w:cs="Calibri"/>
          <w:lang w:val="en-GB"/>
        </w:rPr>
        <w:t>nstallation services</w:t>
      </w:r>
      <w:bookmarkEnd w:id="7"/>
    </w:p>
    <w:p w14:paraId="03D0FEDE" w14:textId="16C7F5BC" w:rsidR="00BE545D" w:rsidRPr="00BE545D" w:rsidRDefault="00BE545D" w:rsidP="00BE545D">
      <w:pPr>
        <w:rPr>
          <w:lang w:val="en-GB"/>
        </w:rPr>
      </w:pPr>
      <w:r w:rsidRPr="00BE545D">
        <w:rPr>
          <w:lang w:val="en-GB"/>
        </w:rPr>
        <w:t>Supplying of 7</w:t>
      </w:r>
      <w:r>
        <w:rPr>
          <w:lang w:val="en-GB"/>
        </w:rPr>
        <w:t>60</w:t>
      </w:r>
      <w:r w:rsidRPr="00BE545D">
        <w:rPr>
          <w:lang w:val="en-GB"/>
        </w:rPr>
        <w:t xml:space="preserve"> Tablets (Smartphone) for 202</w:t>
      </w:r>
      <w:r>
        <w:rPr>
          <w:lang w:val="en-GB"/>
        </w:rPr>
        <w:t>5</w:t>
      </w:r>
      <w:r w:rsidRPr="00BE545D">
        <w:rPr>
          <w:lang w:val="en-GB"/>
        </w:rPr>
        <w:t xml:space="preserve"> Census operation</w:t>
      </w:r>
    </w:p>
    <w:p w14:paraId="17367821" w14:textId="75D388F9" w:rsidR="00C44890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47949A64" w14:textId="523FD4CC" w:rsidR="00BE545D" w:rsidRPr="00BE545D" w:rsidRDefault="00BE545D" w:rsidP="00BE545D">
      <w:pPr>
        <w:rPr>
          <w:lang w:val="en-GB"/>
        </w:rPr>
      </w:pPr>
      <w:r>
        <w:rPr>
          <w:lang w:val="en-GB"/>
        </w:rPr>
        <w:t>As soon as possible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C4E1DD1" w:rsidR="002A4740" w:rsidRPr="00492684" w:rsidRDefault="00BE54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E545D">
              <w:t>Samsung Galaxy Tab A9+</w:t>
            </w:r>
          </w:p>
        </w:tc>
        <w:tc>
          <w:tcPr>
            <w:tcW w:w="1134" w:type="dxa"/>
          </w:tcPr>
          <w:p w14:paraId="352597C6" w14:textId="1608E7DA" w:rsidR="002A4740" w:rsidRPr="00492684" w:rsidRDefault="00BE54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760</w:t>
            </w:r>
          </w:p>
        </w:tc>
        <w:tc>
          <w:tcPr>
            <w:tcW w:w="1559" w:type="dxa"/>
          </w:tcPr>
          <w:p w14:paraId="7E3C67F5" w14:textId="32E8E8F0" w:rsidR="002A4740" w:rsidRPr="00492684" w:rsidRDefault="00BE545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 working days</w:t>
            </w:r>
          </w:p>
        </w:tc>
        <w:tc>
          <w:tcPr>
            <w:tcW w:w="1417" w:type="dxa"/>
          </w:tcPr>
          <w:p w14:paraId="13B5A4AE" w14:textId="7111E9DD" w:rsidR="00E10393" w:rsidRPr="00492684" w:rsidRDefault="00E1039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BE545D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B727" w14:textId="77777777" w:rsidR="00D72AFD" w:rsidRDefault="00D72AFD">
      <w:r>
        <w:separator/>
      </w:r>
    </w:p>
  </w:endnote>
  <w:endnote w:type="continuationSeparator" w:id="0">
    <w:p w14:paraId="1CB1F7DD" w14:textId="77777777" w:rsidR="00D72AFD" w:rsidRDefault="00D72AFD">
      <w:r>
        <w:continuationSeparator/>
      </w:r>
    </w:p>
  </w:endnote>
  <w:endnote w:type="continuationNotice" w:id="1">
    <w:p w14:paraId="7BA309BE" w14:textId="77777777" w:rsidR="00D72AFD" w:rsidRDefault="00D72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89A424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7709">
      <w:rPr>
        <w:noProof/>
      </w:rPr>
      <w:t>2025-05-23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27EA7" w14:textId="77777777" w:rsidR="00D72AFD" w:rsidRDefault="00D72AFD">
      <w:r>
        <w:separator/>
      </w:r>
    </w:p>
  </w:footnote>
  <w:footnote w:type="continuationSeparator" w:id="0">
    <w:p w14:paraId="00A4B913" w14:textId="77777777" w:rsidR="00D72AFD" w:rsidRDefault="00D72AFD">
      <w:r>
        <w:continuationSeparator/>
      </w:r>
    </w:p>
  </w:footnote>
  <w:footnote w:type="continuationNotice" w:id="1">
    <w:p w14:paraId="653F6338" w14:textId="77777777" w:rsidR="00D72AFD" w:rsidRDefault="00D72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1"/>
  </w:num>
  <w:num w:numId="2" w16cid:durableId="626085016">
    <w:abstractNumId w:val="13"/>
  </w:num>
  <w:num w:numId="3" w16cid:durableId="172914133">
    <w:abstractNumId w:val="14"/>
  </w:num>
  <w:num w:numId="4" w16cid:durableId="481779616">
    <w:abstractNumId w:val="5"/>
  </w:num>
  <w:num w:numId="5" w16cid:durableId="689766439">
    <w:abstractNumId w:val="4"/>
  </w:num>
  <w:num w:numId="6" w16cid:durableId="1904874696">
    <w:abstractNumId w:val="9"/>
  </w:num>
  <w:num w:numId="7" w16cid:durableId="76295607">
    <w:abstractNumId w:val="6"/>
  </w:num>
  <w:num w:numId="8" w16cid:durableId="29843026">
    <w:abstractNumId w:val="11"/>
  </w:num>
  <w:num w:numId="9" w16cid:durableId="1288855789">
    <w:abstractNumId w:val="0"/>
  </w:num>
  <w:num w:numId="10" w16cid:durableId="335377643">
    <w:abstractNumId w:val="10"/>
  </w:num>
  <w:num w:numId="11" w16cid:durableId="1242834836">
    <w:abstractNumId w:val="2"/>
  </w:num>
  <w:num w:numId="12" w16cid:durableId="1607346612">
    <w:abstractNumId w:val="8"/>
  </w:num>
  <w:num w:numId="13" w16cid:durableId="1585450875">
    <w:abstractNumId w:val="12"/>
  </w:num>
  <w:num w:numId="14" w16cid:durableId="335111046">
    <w:abstractNumId w:val="3"/>
  </w:num>
  <w:num w:numId="15" w16cid:durableId="184674899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A770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4D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674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30CE"/>
    <w:rsid w:val="00BE545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2AFD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393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E7A02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4</Pages>
  <Words>342</Words>
  <Characters>1902</Characters>
  <Application>Microsoft Office Word</Application>
  <DocSecurity>0</DocSecurity>
  <Lines>211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2113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Bwabwaraua</cp:lastModifiedBy>
  <cp:revision>2</cp:revision>
  <cp:lastPrinted>2013-10-18T08:32:00Z</cp:lastPrinted>
  <dcterms:created xsi:type="dcterms:W3CDTF">2025-05-23T00:40:00Z</dcterms:created>
  <dcterms:modified xsi:type="dcterms:W3CDTF">2025-05-23T00:40:00Z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